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73BB2" w14:textId="77777777" w:rsidR="00213CE4" w:rsidRPr="00697B34" w:rsidRDefault="00A73F92" w:rsidP="00697B34">
      <w:pPr>
        <w:pStyle w:val="Heading1"/>
      </w:pPr>
      <w:r w:rsidRPr="00697B34">
        <w:t xml:space="preserve">Gold Standard </w:t>
      </w:r>
      <w:r w:rsidR="00213CE4" w:rsidRPr="00697B34">
        <w:t>for</w:t>
      </w:r>
      <w:r w:rsidRPr="00697B34">
        <w:t xml:space="preserve"> Global Goals </w:t>
      </w:r>
    </w:p>
    <w:p w14:paraId="199BB590" w14:textId="77777777" w:rsidR="00213CE4" w:rsidRDefault="00213CE4" w:rsidP="00697B34">
      <w:pPr>
        <w:pStyle w:val="Heading1"/>
      </w:pPr>
    </w:p>
    <w:p w14:paraId="578CB4B3" w14:textId="03E16C66" w:rsidR="00A73F92" w:rsidRPr="00697B34" w:rsidRDefault="006469A3" w:rsidP="00697B34">
      <w:pPr>
        <w:jc w:val="center"/>
        <w:rPr>
          <w:b/>
          <w:bCs/>
          <w:color w:val="333333"/>
          <w:sz w:val="28"/>
          <w:szCs w:val="28"/>
        </w:rPr>
      </w:pPr>
      <w:r w:rsidRPr="00697B34">
        <w:rPr>
          <w:b/>
          <w:bCs/>
          <w:color w:val="333333"/>
          <w:sz w:val="28"/>
          <w:szCs w:val="28"/>
        </w:rPr>
        <w:t xml:space="preserve">Template for </w:t>
      </w:r>
      <w:r w:rsidR="00697B34">
        <w:rPr>
          <w:b/>
          <w:bCs/>
          <w:color w:val="333333"/>
          <w:sz w:val="28"/>
          <w:szCs w:val="28"/>
        </w:rPr>
        <w:t>suggestion and feedback</w:t>
      </w:r>
      <w:r w:rsidRPr="00697B34">
        <w:rPr>
          <w:b/>
          <w:bCs/>
          <w:color w:val="333333"/>
          <w:sz w:val="28"/>
          <w:szCs w:val="28"/>
        </w:rPr>
        <w:t xml:space="preserve"> for </w:t>
      </w:r>
      <w:r w:rsidR="00697B34">
        <w:rPr>
          <w:b/>
          <w:bCs/>
          <w:color w:val="333333"/>
          <w:sz w:val="28"/>
          <w:szCs w:val="28"/>
        </w:rPr>
        <w:t>S</w:t>
      </w:r>
      <w:r w:rsidRPr="00697B34">
        <w:rPr>
          <w:b/>
          <w:bCs/>
          <w:color w:val="333333"/>
          <w:sz w:val="28"/>
          <w:szCs w:val="28"/>
        </w:rPr>
        <w:t>tandard</w:t>
      </w:r>
      <w:r w:rsidR="00E2515E">
        <w:rPr>
          <w:b/>
          <w:bCs/>
          <w:color w:val="333333"/>
          <w:sz w:val="28"/>
          <w:szCs w:val="28"/>
        </w:rPr>
        <w:t>s</w:t>
      </w:r>
      <w:r w:rsidRPr="00697B34">
        <w:rPr>
          <w:b/>
          <w:bCs/>
          <w:color w:val="333333"/>
          <w:sz w:val="28"/>
          <w:szCs w:val="28"/>
        </w:rPr>
        <w:t xml:space="preserve"> </w:t>
      </w:r>
      <w:r w:rsidR="00697B34">
        <w:rPr>
          <w:b/>
          <w:bCs/>
          <w:color w:val="333333"/>
          <w:sz w:val="28"/>
          <w:szCs w:val="28"/>
        </w:rPr>
        <w:t>U</w:t>
      </w:r>
      <w:r w:rsidRPr="00697B34">
        <w:rPr>
          <w:b/>
          <w:bCs/>
          <w:color w:val="333333"/>
          <w:sz w:val="28"/>
          <w:szCs w:val="28"/>
        </w:rPr>
        <w:t>p</w:t>
      </w:r>
      <w:r w:rsidR="00403B5C">
        <w:rPr>
          <w:b/>
          <w:bCs/>
          <w:color w:val="333333"/>
          <w:sz w:val="28"/>
          <w:szCs w:val="28"/>
        </w:rPr>
        <w:t>d</w:t>
      </w:r>
      <w:r w:rsidRPr="00697B34">
        <w:rPr>
          <w:b/>
          <w:bCs/>
          <w:color w:val="333333"/>
          <w:sz w:val="28"/>
          <w:szCs w:val="28"/>
        </w:rPr>
        <w:t>ate</w:t>
      </w:r>
    </w:p>
    <w:p w14:paraId="0B308B69" w14:textId="4754AD19" w:rsidR="00196818" w:rsidRDefault="00196818" w:rsidP="0066456E"/>
    <w:p w14:paraId="16816D34" w14:textId="562CCC27" w:rsidR="00697B34" w:rsidRDefault="00CB6B58" w:rsidP="00CB6B58">
      <w:pPr>
        <w:rPr>
          <w:rFonts w:ascii="Times New Roman" w:hAnsi="Times New Roman"/>
          <w:color w:val="auto"/>
          <w:sz w:val="24"/>
          <w:lang w:val="en-US"/>
        </w:rPr>
      </w:pPr>
      <w:r>
        <w:t xml:space="preserve">The stakeholders are requested to </w:t>
      </w:r>
      <w:r w:rsidR="000A33DC">
        <w:t>send suggestion</w:t>
      </w:r>
      <w:r w:rsidR="001158CD">
        <w:t>s</w:t>
      </w:r>
      <w:bookmarkStart w:id="0" w:name="_GoBack"/>
      <w:bookmarkEnd w:id="0"/>
      <w:r w:rsidR="000A33DC">
        <w:t xml:space="preserve"> and feedback for standard updates </w:t>
      </w:r>
      <w:r>
        <w:t xml:space="preserve">using the template below. </w:t>
      </w:r>
      <w:r w:rsidR="00703438">
        <w:t>The consultation period i</w:t>
      </w:r>
      <w:r w:rsidR="001158CD">
        <w:t xml:space="preserve">s </w:t>
      </w:r>
      <w:r w:rsidR="00703438">
        <w:t>open till</w:t>
      </w:r>
      <w:r w:rsidR="0048171D">
        <w:t xml:space="preserve"> 18 August 2019.</w:t>
      </w:r>
      <w:r w:rsidR="00703438">
        <w:t xml:space="preserve"> </w:t>
      </w:r>
      <w:r w:rsidR="00240CB9">
        <w:t xml:space="preserve">Please send comments to </w:t>
      </w:r>
      <w:hyperlink r:id="rId10" w:history="1">
        <w:r w:rsidR="00403B5C">
          <w:rPr>
            <w:rStyle w:val="Hyperlink"/>
            <w:rFonts w:ascii="Verdana" w:hAnsi="Verdana" w:cs="Calibri"/>
            <w:color w:val="00BABE"/>
            <w:sz w:val="20"/>
            <w:szCs w:val="20"/>
            <w:bdr w:val="none" w:sz="0" w:space="0" w:color="auto" w:frame="1"/>
            <w:shd w:val="clear" w:color="auto" w:fill="FFFFFF"/>
          </w:rPr>
          <w:t>vikash.talyan@goldstandard.org</w:t>
        </w:r>
      </w:hyperlink>
      <w:r w:rsidR="00403B5C">
        <w:rPr>
          <w:rFonts w:ascii="Times New Roman" w:hAnsi="Times New Roman"/>
          <w:color w:val="auto"/>
          <w:sz w:val="24"/>
          <w:lang w:val="en-US"/>
        </w:rPr>
        <w:t>.</w:t>
      </w:r>
    </w:p>
    <w:p w14:paraId="4A52DF9A" w14:textId="7A083023" w:rsidR="00403B5C" w:rsidRDefault="00403B5C" w:rsidP="00CB6B58">
      <w:pPr>
        <w:rPr>
          <w:rFonts w:ascii="Times New Roman" w:hAnsi="Times New Roman"/>
          <w:color w:val="auto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810"/>
        <w:gridCol w:w="901"/>
        <w:gridCol w:w="1799"/>
        <w:gridCol w:w="4410"/>
        <w:gridCol w:w="4048"/>
        <w:gridCol w:w="9"/>
      </w:tblGrid>
      <w:tr w:rsidR="00DD0F3E" w:rsidRPr="00FA5853" w14:paraId="3764AAF7" w14:textId="77777777" w:rsidTr="00F94860">
        <w:tc>
          <w:tcPr>
            <w:tcW w:w="2695" w:type="dxa"/>
            <w:gridSpan w:val="2"/>
          </w:tcPr>
          <w:p w14:paraId="1AF7C82F" w14:textId="649B0395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  <w:r w:rsidRPr="00FA5853">
              <w:rPr>
                <w:color w:val="auto"/>
                <w:szCs w:val="22"/>
                <w:lang w:val="en-US"/>
              </w:rPr>
              <w:t>Name</w:t>
            </w:r>
          </w:p>
        </w:tc>
        <w:tc>
          <w:tcPr>
            <w:tcW w:w="11167" w:type="dxa"/>
            <w:gridSpan w:val="5"/>
          </w:tcPr>
          <w:p w14:paraId="2EC785CC" w14:textId="6D89E091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</w:p>
        </w:tc>
      </w:tr>
      <w:tr w:rsidR="00DD0F3E" w:rsidRPr="00FA5853" w14:paraId="424952D1" w14:textId="77777777" w:rsidTr="00F94860">
        <w:tc>
          <w:tcPr>
            <w:tcW w:w="2695" w:type="dxa"/>
            <w:gridSpan w:val="2"/>
          </w:tcPr>
          <w:p w14:paraId="17DEB485" w14:textId="11FAE7FB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  <w:r w:rsidRPr="00FA5853">
              <w:rPr>
                <w:color w:val="auto"/>
                <w:szCs w:val="22"/>
                <w:lang w:val="en-US"/>
              </w:rPr>
              <w:t>Email ID</w:t>
            </w:r>
          </w:p>
        </w:tc>
        <w:tc>
          <w:tcPr>
            <w:tcW w:w="11167" w:type="dxa"/>
            <w:gridSpan w:val="5"/>
          </w:tcPr>
          <w:p w14:paraId="55C0033E" w14:textId="30FE1103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</w:p>
        </w:tc>
      </w:tr>
      <w:tr w:rsidR="00DD0F3E" w:rsidRPr="00FA5853" w14:paraId="278093AF" w14:textId="77777777" w:rsidTr="00F94860">
        <w:tc>
          <w:tcPr>
            <w:tcW w:w="2695" w:type="dxa"/>
            <w:gridSpan w:val="2"/>
          </w:tcPr>
          <w:p w14:paraId="2BFFA6FD" w14:textId="44F0FEB2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  <w:r w:rsidRPr="00FA5853">
              <w:rPr>
                <w:color w:val="auto"/>
                <w:szCs w:val="22"/>
                <w:lang w:val="en-US"/>
              </w:rPr>
              <w:t xml:space="preserve">Organisations </w:t>
            </w:r>
          </w:p>
        </w:tc>
        <w:tc>
          <w:tcPr>
            <w:tcW w:w="11167" w:type="dxa"/>
            <w:gridSpan w:val="5"/>
          </w:tcPr>
          <w:p w14:paraId="09B608E9" w14:textId="6D83B272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</w:p>
        </w:tc>
      </w:tr>
      <w:tr w:rsidR="00DD0F3E" w:rsidRPr="00FA5853" w14:paraId="58F9C6E8" w14:textId="77777777" w:rsidTr="00F94860">
        <w:tc>
          <w:tcPr>
            <w:tcW w:w="2695" w:type="dxa"/>
            <w:gridSpan w:val="2"/>
          </w:tcPr>
          <w:p w14:paraId="0AAE6D87" w14:textId="702F0F83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  <w:r>
              <w:rPr>
                <w:color w:val="auto"/>
                <w:szCs w:val="22"/>
                <w:lang w:val="en-US"/>
              </w:rPr>
              <w:t>GS project developer</w:t>
            </w:r>
          </w:p>
        </w:tc>
        <w:tc>
          <w:tcPr>
            <w:tcW w:w="11167" w:type="dxa"/>
            <w:gridSpan w:val="5"/>
          </w:tcPr>
          <w:p w14:paraId="60AC9C6C" w14:textId="4605A679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  <w:r>
              <w:rPr>
                <w:color w:val="auto"/>
                <w:szCs w:val="22"/>
                <w:lang w:val="en-US"/>
              </w:rPr>
              <w:t>Yes/No/Others (please mention stakeholder category for others)</w:t>
            </w:r>
          </w:p>
        </w:tc>
      </w:tr>
      <w:tr w:rsidR="00DD0F3E" w:rsidRPr="00FA5853" w14:paraId="5C202D3B" w14:textId="77777777" w:rsidTr="00F94860">
        <w:trPr>
          <w:trHeight w:val="77"/>
        </w:trPr>
        <w:tc>
          <w:tcPr>
            <w:tcW w:w="13862" w:type="dxa"/>
            <w:gridSpan w:val="7"/>
            <w:shd w:val="clear" w:color="auto" w:fill="7F7F7F" w:themeFill="text1" w:themeFillTint="80"/>
          </w:tcPr>
          <w:p w14:paraId="0A3631C6" w14:textId="37EDD305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</w:p>
        </w:tc>
      </w:tr>
      <w:tr w:rsidR="00F94860" w:rsidRPr="00FA5853" w14:paraId="2AA8ED87" w14:textId="77777777" w:rsidTr="00F94860">
        <w:trPr>
          <w:gridAfter w:val="1"/>
          <w:wAfter w:w="9" w:type="dxa"/>
        </w:trPr>
        <w:tc>
          <w:tcPr>
            <w:tcW w:w="1885" w:type="dxa"/>
          </w:tcPr>
          <w:p w14:paraId="69E3DA93" w14:textId="487F690A" w:rsidR="00DD0F3E" w:rsidRPr="00FA5853" w:rsidRDefault="00DD0F3E" w:rsidP="00CB6B58">
            <w:pPr>
              <w:rPr>
                <w:color w:val="auto"/>
                <w:szCs w:val="22"/>
                <w:lang w:val="en-US"/>
              </w:rPr>
            </w:pPr>
            <w:r>
              <w:rPr>
                <w:color w:val="auto"/>
                <w:szCs w:val="22"/>
                <w:lang w:val="en-US"/>
              </w:rPr>
              <w:t>Document type</w:t>
            </w:r>
            <w:r w:rsidR="00F94860">
              <w:rPr>
                <w:color w:val="auto"/>
                <w:szCs w:val="22"/>
                <w:lang w:val="en-US"/>
              </w:rPr>
              <w:t>*</w:t>
            </w:r>
          </w:p>
        </w:tc>
        <w:tc>
          <w:tcPr>
            <w:tcW w:w="1711" w:type="dxa"/>
            <w:gridSpan w:val="2"/>
          </w:tcPr>
          <w:p w14:paraId="31A98B68" w14:textId="3C37CFA7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  <w:r>
              <w:rPr>
                <w:color w:val="auto"/>
                <w:szCs w:val="22"/>
                <w:lang w:val="en-US"/>
              </w:rPr>
              <w:t>Document title</w:t>
            </w:r>
          </w:p>
        </w:tc>
        <w:tc>
          <w:tcPr>
            <w:tcW w:w="1799" w:type="dxa"/>
          </w:tcPr>
          <w:p w14:paraId="7CAD8C3D" w14:textId="150EBD54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  <w:r>
              <w:rPr>
                <w:color w:val="auto"/>
                <w:szCs w:val="22"/>
                <w:lang w:val="en-US"/>
              </w:rPr>
              <w:t>Section number</w:t>
            </w:r>
          </w:p>
        </w:tc>
        <w:tc>
          <w:tcPr>
            <w:tcW w:w="4410" w:type="dxa"/>
          </w:tcPr>
          <w:p w14:paraId="09D5492B" w14:textId="35C4ABDF" w:rsidR="00DD0F3E" w:rsidRDefault="00F94860" w:rsidP="00FC4B12">
            <w:pPr>
              <w:rPr>
                <w:color w:val="auto"/>
                <w:szCs w:val="22"/>
                <w:lang w:val="en-US"/>
              </w:rPr>
            </w:pPr>
            <w:r>
              <w:rPr>
                <w:color w:val="auto"/>
                <w:szCs w:val="22"/>
                <w:lang w:val="en-US"/>
              </w:rPr>
              <w:t>Comment/</w:t>
            </w:r>
            <w:r w:rsidR="00DD0F3E">
              <w:rPr>
                <w:color w:val="auto"/>
                <w:szCs w:val="22"/>
                <w:lang w:val="en-US"/>
              </w:rPr>
              <w:t>Feedback/suggestion</w:t>
            </w:r>
          </w:p>
        </w:tc>
        <w:tc>
          <w:tcPr>
            <w:tcW w:w="4048" w:type="dxa"/>
          </w:tcPr>
          <w:p w14:paraId="65453256" w14:textId="6A28F85F" w:rsidR="00DD0F3E" w:rsidRPr="00B47DA4" w:rsidRDefault="00DD0F3E" w:rsidP="00CB6B58">
            <w:pPr>
              <w:rPr>
                <w:color w:val="auto"/>
                <w:szCs w:val="22"/>
                <w:lang w:val="en-US"/>
              </w:rPr>
            </w:pPr>
            <w:r>
              <w:rPr>
                <w:color w:val="auto"/>
                <w:szCs w:val="22"/>
                <w:lang w:val="en-US"/>
              </w:rPr>
              <w:t xml:space="preserve"> Proposed </w:t>
            </w:r>
            <w:r w:rsidR="00F94860">
              <w:rPr>
                <w:color w:val="auto"/>
                <w:szCs w:val="22"/>
                <w:lang w:val="en-US"/>
              </w:rPr>
              <w:t>revision/suggestion</w:t>
            </w:r>
          </w:p>
        </w:tc>
      </w:tr>
      <w:tr w:rsidR="00F94860" w:rsidRPr="00FA5853" w14:paraId="1005CB59" w14:textId="77777777" w:rsidTr="00F94860">
        <w:trPr>
          <w:gridAfter w:val="1"/>
          <w:wAfter w:w="9" w:type="dxa"/>
        </w:trPr>
        <w:tc>
          <w:tcPr>
            <w:tcW w:w="1885" w:type="dxa"/>
          </w:tcPr>
          <w:p w14:paraId="3A7DECD4" w14:textId="5C9955B7" w:rsidR="00DD0F3E" w:rsidRDefault="00DD0F3E" w:rsidP="00DD0F3E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11" w:type="dxa"/>
            <w:gridSpan w:val="2"/>
          </w:tcPr>
          <w:p w14:paraId="5A20B773" w14:textId="77777777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99" w:type="dxa"/>
          </w:tcPr>
          <w:p w14:paraId="4D5BA690" w14:textId="52AD36EB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410" w:type="dxa"/>
          </w:tcPr>
          <w:p w14:paraId="4615F0F7" w14:textId="34A8DE0F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048" w:type="dxa"/>
          </w:tcPr>
          <w:p w14:paraId="0BF34E0C" w14:textId="4DDD83CB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</w:tr>
      <w:tr w:rsidR="00F94860" w:rsidRPr="00FA5853" w14:paraId="1189CAF1" w14:textId="77777777" w:rsidTr="00F94860">
        <w:trPr>
          <w:gridAfter w:val="1"/>
          <w:wAfter w:w="9" w:type="dxa"/>
        </w:trPr>
        <w:tc>
          <w:tcPr>
            <w:tcW w:w="1885" w:type="dxa"/>
          </w:tcPr>
          <w:p w14:paraId="0F2A60F2" w14:textId="72AA9478" w:rsidR="00DD0F3E" w:rsidRDefault="00DD0F3E" w:rsidP="00CB6B58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11" w:type="dxa"/>
            <w:gridSpan w:val="2"/>
          </w:tcPr>
          <w:p w14:paraId="465E9E60" w14:textId="77777777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99" w:type="dxa"/>
          </w:tcPr>
          <w:p w14:paraId="251CA058" w14:textId="7DFF4DF5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410" w:type="dxa"/>
          </w:tcPr>
          <w:p w14:paraId="1C929387" w14:textId="68086521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048" w:type="dxa"/>
          </w:tcPr>
          <w:p w14:paraId="67D5D644" w14:textId="21A6F1AF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</w:tr>
      <w:tr w:rsidR="00F94860" w:rsidRPr="00FA5853" w14:paraId="479CF34A" w14:textId="77777777" w:rsidTr="00F94860">
        <w:trPr>
          <w:gridAfter w:val="1"/>
          <w:wAfter w:w="9" w:type="dxa"/>
        </w:trPr>
        <w:tc>
          <w:tcPr>
            <w:tcW w:w="1885" w:type="dxa"/>
          </w:tcPr>
          <w:p w14:paraId="10498482" w14:textId="2A536A38" w:rsidR="00DD0F3E" w:rsidRDefault="00DD0F3E" w:rsidP="00CB6B58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11" w:type="dxa"/>
            <w:gridSpan w:val="2"/>
          </w:tcPr>
          <w:p w14:paraId="1F6B936D" w14:textId="77777777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99" w:type="dxa"/>
          </w:tcPr>
          <w:p w14:paraId="0D1E48D5" w14:textId="44B2EE45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410" w:type="dxa"/>
          </w:tcPr>
          <w:p w14:paraId="30C337C5" w14:textId="3F49CBDA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048" w:type="dxa"/>
          </w:tcPr>
          <w:p w14:paraId="6F6D1A75" w14:textId="6A754ACB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</w:tr>
      <w:tr w:rsidR="00F94860" w:rsidRPr="00FA5853" w14:paraId="2F56870A" w14:textId="77777777" w:rsidTr="00F94860">
        <w:trPr>
          <w:gridAfter w:val="1"/>
          <w:wAfter w:w="9" w:type="dxa"/>
        </w:trPr>
        <w:tc>
          <w:tcPr>
            <w:tcW w:w="1885" w:type="dxa"/>
          </w:tcPr>
          <w:p w14:paraId="0BFC29E8" w14:textId="5D963886" w:rsidR="00DD0F3E" w:rsidRDefault="00DD0F3E" w:rsidP="00CB6B58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11" w:type="dxa"/>
            <w:gridSpan w:val="2"/>
          </w:tcPr>
          <w:p w14:paraId="6D070E09" w14:textId="77777777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1799" w:type="dxa"/>
          </w:tcPr>
          <w:p w14:paraId="093F50AA" w14:textId="2563497D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410" w:type="dxa"/>
          </w:tcPr>
          <w:p w14:paraId="5A0AB1DC" w14:textId="0F6AA4C2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  <w:tc>
          <w:tcPr>
            <w:tcW w:w="4048" w:type="dxa"/>
          </w:tcPr>
          <w:p w14:paraId="63E04F7E" w14:textId="31EFDD54" w:rsidR="00DD0F3E" w:rsidRDefault="00DD0F3E" w:rsidP="00FC4B12">
            <w:pPr>
              <w:rPr>
                <w:color w:val="auto"/>
                <w:szCs w:val="22"/>
                <w:lang w:val="en-US"/>
              </w:rPr>
            </w:pPr>
          </w:p>
        </w:tc>
      </w:tr>
    </w:tbl>
    <w:p w14:paraId="5C8F5D0E" w14:textId="7D049E0E" w:rsidR="00F56BB1" w:rsidRPr="0047155D" w:rsidRDefault="00F94860" w:rsidP="001A61E1">
      <w:pPr>
        <w:rPr>
          <w:color w:val="auto"/>
          <w:szCs w:val="22"/>
          <w:lang w:val="en-US"/>
        </w:rPr>
      </w:pPr>
      <w:r>
        <w:rPr>
          <w:color w:val="auto"/>
          <w:szCs w:val="22"/>
          <w:lang w:val="en-US"/>
        </w:rPr>
        <w:t xml:space="preserve">For document type, please follow </w:t>
      </w:r>
      <w:r w:rsidRPr="00B47DA4">
        <w:rPr>
          <w:b/>
          <w:bCs/>
          <w:color w:val="auto"/>
          <w:szCs w:val="22"/>
          <w:lang w:val="en-US"/>
        </w:rPr>
        <w:t>Guide to Standard Documents</w:t>
      </w:r>
      <w:r>
        <w:rPr>
          <w:b/>
          <w:bCs/>
          <w:color w:val="auto"/>
          <w:szCs w:val="22"/>
          <w:lang w:val="en-US"/>
        </w:rPr>
        <w:t xml:space="preserve"> </w:t>
      </w:r>
      <w:r>
        <w:rPr>
          <w:color w:val="auto"/>
          <w:szCs w:val="22"/>
          <w:lang w:val="en-US"/>
        </w:rPr>
        <w:t xml:space="preserve">at </w:t>
      </w:r>
      <w:hyperlink r:id="rId11" w:history="1">
        <w:r w:rsidRPr="00B47DA4">
          <w:rPr>
            <w:color w:val="auto"/>
            <w:szCs w:val="22"/>
            <w:lang w:val="en-US"/>
          </w:rPr>
          <w:t>https://www.goldstandard.org/project-developers/standard-documents</w:t>
        </w:r>
      </w:hyperlink>
      <w:r>
        <w:rPr>
          <w:color w:val="auto"/>
          <w:szCs w:val="22"/>
          <w:lang w:val="en-US"/>
        </w:rPr>
        <w:t>.</w:t>
      </w:r>
    </w:p>
    <w:p w14:paraId="02F1D421" w14:textId="77777777" w:rsidR="00F56BB1" w:rsidRPr="002E727A" w:rsidRDefault="00F56BB1" w:rsidP="001A61E1">
      <w:pPr>
        <w:rPr>
          <w:color w:val="333333"/>
        </w:rPr>
      </w:pPr>
    </w:p>
    <w:p w14:paraId="1263BB00" w14:textId="77777777" w:rsidR="00F56BB1" w:rsidRPr="002E727A" w:rsidRDefault="00F56BB1" w:rsidP="001A61E1">
      <w:pPr>
        <w:rPr>
          <w:color w:val="333333"/>
        </w:rPr>
      </w:pPr>
    </w:p>
    <w:p w14:paraId="1709ADA5" w14:textId="77777777" w:rsidR="00F56BB1" w:rsidRPr="002E727A" w:rsidRDefault="00F56BB1" w:rsidP="001A61E1">
      <w:pPr>
        <w:rPr>
          <w:color w:val="333333"/>
        </w:rPr>
      </w:pPr>
    </w:p>
    <w:p w14:paraId="695757B9" w14:textId="77777777" w:rsidR="00F56BB1" w:rsidRPr="002E727A" w:rsidRDefault="00F56BB1" w:rsidP="001A61E1">
      <w:pPr>
        <w:rPr>
          <w:color w:val="333333"/>
        </w:rPr>
      </w:pPr>
    </w:p>
    <w:p w14:paraId="56CD4AAB" w14:textId="77777777" w:rsidR="00F56BB1" w:rsidRPr="002E727A" w:rsidRDefault="00F56BB1" w:rsidP="001A61E1">
      <w:pPr>
        <w:rPr>
          <w:color w:val="333333"/>
        </w:rPr>
      </w:pPr>
    </w:p>
    <w:p w14:paraId="1CB662A2" w14:textId="77777777" w:rsidR="00F56BB1" w:rsidRPr="002E727A" w:rsidRDefault="00F56BB1" w:rsidP="001A61E1">
      <w:pPr>
        <w:rPr>
          <w:color w:val="333333"/>
        </w:rPr>
      </w:pPr>
    </w:p>
    <w:p w14:paraId="1BF29288" w14:textId="77777777" w:rsidR="00F56BB1" w:rsidRPr="002E727A" w:rsidRDefault="00F56BB1" w:rsidP="001A61E1">
      <w:pPr>
        <w:rPr>
          <w:color w:val="333333"/>
        </w:rPr>
      </w:pPr>
    </w:p>
    <w:p w14:paraId="43EC2F4B" w14:textId="77777777" w:rsidR="001A61E1" w:rsidRPr="002E727A" w:rsidRDefault="001A61E1" w:rsidP="001A61E1">
      <w:pPr>
        <w:rPr>
          <w:color w:val="333333"/>
        </w:rPr>
      </w:pPr>
    </w:p>
    <w:p w14:paraId="56DF1973" w14:textId="77777777" w:rsidR="00037F68" w:rsidRPr="002E727A" w:rsidRDefault="00037F68" w:rsidP="0066456E">
      <w:pPr>
        <w:rPr>
          <w:color w:val="333333"/>
        </w:rPr>
      </w:pPr>
    </w:p>
    <w:p w14:paraId="39BB9F6D" w14:textId="77777777" w:rsidR="0066456E" w:rsidRPr="002E727A" w:rsidRDefault="0066456E" w:rsidP="0066456E">
      <w:pPr>
        <w:rPr>
          <w:color w:val="333333"/>
          <w:sz w:val="28"/>
        </w:rPr>
      </w:pPr>
    </w:p>
    <w:sectPr w:rsidR="0066456E" w:rsidRPr="002E727A" w:rsidSect="00DD0F3E">
      <w:headerReference w:type="default" r:id="rId12"/>
      <w:footerReference w:type="even" r:id="rId13"/>
      <w:footerReference w:type="default" r:id="rId14"/>
      <w:pgSz w:w="16817" w:h="11901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C4B8D" w14:textId="77777777" w:rsidR="00DA646F" w:rsidRDefault="00DA646F" w:rsidP="00266472">
      <w:r>
        <w:separator/>
      </w:r>
    </w:p>
  </w:endnote>
  <w:endnote w:type="continuationSeparator" w:id="0">
    <w:p w14:paraId="571250E9" w14:textId="77777777" w:rsidR="00DA646F" w:rsidRDefault="00DA646F" w:rsidP="0026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6547"/>
      <w:gridCol w:w="1455"/>
      <w:gridCol w:w="6547"/>
    </w:tblGrid>
    <w:tr w:rsidR="001639E0" w:rsidRPr="004E1468" w14:paraId="35A0D99F" w14:textId="77777777" w:rsidTr="004E1468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17F9C9F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MS Gothic" w:hAnsi="Calibri"/>
              <w:b/>
              <w:bCs/>
              <w:color w:val="4F81BD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7A846A5" w14:textId="77777777" w:rsidR="001639E0" w:rsidRPr="004E1468" w:rsidRDefault="001639E0" w:rsidP="001639E0">
          <w:pPr>
            <w:pStyle w:val="NoSpacing"/>
            <w:spacing w:line="276" w:lineRule="auto"/>
            <w:rPr>
              <w:rFonts w:ascii="Calibri" w:hAnsi="Calibri"/>
              <w:color w:val="365F91"/>
            </w:rPr>
          </w:pPr>
          <w:r w:rsidRPr="004E1468">
            <w:rPr>
              <w:rFonts w:ascii="Cambria" w:hAnsi="Cambria"/>
              <w:color w:val="365F91"/>
            </w:rPr>
            <w:t>[Type text]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4DAB09B9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MS Gothic" w:hAnsi="Calibri"/>
              <w:b/>
              <w:bCs/>
              <w:color w:val="4F81BD"/>
            </w:rPr>
          </w:pPr>
        </w:p>
      </w:tc>
    </w:tr>
    <w:tr w:rsidR="001639E0" w:rsidRPr="004E1468" w14:paraId="5248EEFC" w14:textId="77777777" w:rsidTr="004E1468">
      <w:trPr>
        <w:trHeight w:val="150"/>
      </w:trPr>
      <w:tc>
        <w:tcPr>
          <w:tcW w:w="2250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76C97350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MS Gothic" w:hAnsi="Calibri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14:paraId="2959BA00" w14:textId="77777777" w:rsidR="001639E0" w:rsidRPr="004E1468" w:rsidRDefault="001639E0" w:rsidP="001639E0">
          <w:pPr>
            <w:rPr>
              <w:rFonts w:ascii="Calibri" w:hAnsi="Calibri"/>
              <w:color w:val="365F91"/>
              <w:szCs w:val="22"/>
            </w:rPr>
          </w:pPr>
        </w:p>
      </w:tc>
      <w:tc>
        <w:tcPr>
          <w:tcW w:w="2250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7241683D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MS Gothic" w:hAnsi="Calibri"/>
              <w:b/>
              <w:bCs/>
              <w:color w:val="4F81BD"/>
            </w:rPr>
          </w:pPr>
        </w:p>
      </w:tc>
    </w:tr>
  </w:tbl>
  <w:p w14:paraId="53051914" w14:textId="77777777" w:rsidR="001639E0" w:rsidRDefault="001639E0" w:rsidP="00D477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54C4B" w14:textId="77777777" w:rsidR="001639E0" w:rsidRPr="00A35CF4" w:rsidRDefault="00F56BB1" w:rsidP="00F56BB1">
    <w:pPr>
      <w:pStyle w:val="Footer"/>
      <w:ind w:right="360"/>
      <w:jc w:val="center"/>
    </w:pPr>
    <w:r w:rsidRPr="00A35CF4">
      <w:rPr>
        <w:rStyle w:val="PageNumber"/>
      </w:rPr>
      <w:fldChar w:fldCharType="begin"/>
    </w:r>
    <w:r w:rsidRPr="00A35CF4">
      <w:rPr>
        <w:rStyle w:val="PageNumber"/>
      </w:rPr>
      <w:instrText xml:space="preserve"> PAGE </w:instrText>
    </w:r>
    <w:r w:rsidRPr="00A35CF4">
      <w:rPr>
        <w:rStyle w:val="PageNumber"/>
      </w:rPr>
      <w:fldChar w:fldCharType="separate"/>
    </w:r>
    <w:r w:rsidR="00ED1540">
      <w:rPr>
        <w:rStyle w:val="PageNumber"/>
        <w:noProof/>
      </w:rPr>
      <w:t>1</w:t>
    </w:r>
    <w:r w:rsidRPr="00A35CF4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FDE0E" w14:textId="77777777" w:rsidR="00DA646F" w:rsidRDefault="00DA646F" w:rsidP="00266472">
      <w:r>
        <w:separator/>
      </w:r>
    </w:p>
  </w:footnote>
  <w:footnote w:type="continuationSeparator" w:id="0">
    <w:p w14:paraId="576614B3" w14:textId="77777777" w:rsidR="00DA646F" w:rsidRDefault="00DA646F" w:rsidP="00266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71099" w14:textId="77777777" w:rsidR="001639E0" w:rsidRDefault="00270226">
    <w:pPr>
      <w:pStyle w:val="Header"/>
    </w:pPr>
    <w:r>
      <w:rPr>
        <w:noProof/>
      </w:rPr>
      <w:drawing>
        <wp:inline distT="0" distB="0" distL="0" distR="0" wp14:anchorId="41F1788C" wp14:editId="67AA68A6">
          <wp:extent cx="1828800" cy="3556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47C25" w14:textId="77777777" w:rsidR="001639E0" w:rsidRDefault="001639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2E7"/>
    <w:multiLevelType w:val="hybridMultilevel"/>
    <w:tmpl w:val="FCE2E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3FD1"/>
    <w:multiLevelType w:val="hybridMultilevel"/>
    <w:tmpl w:val="FEBE7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B66D7"/>
    <w:multiLevelType w:val="hybridMultilevel"/>
    <w:tmpl w:val="21924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87638"/>
    <w:multiLevelType w:val="hybridMultilevel"/>
    <w:tmpl w:val="4AD42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046C8"/>
    <w:multiLevelType w:val="hybridMultilevel"/>
    <w:tmpl w:val="514A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B413F"/>
    <w:multiLevelType w:val="hybridMultilevel"/>
    <w:tmpl w:val="8BDCF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64337"/>
    <w:multiLevelType w:val="hybridMultilevel"/>
    <w:tmpl w:val="A5B22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17C10"/>
    <w:multiLevelType w:val="hybridMultilevel"/>
    <w:tmpl w:val="ADA2B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C6F0D"/>
    <w:multiLevelType w:val="hybridMultilevel"/>
    <w:tmpl w:val="2F2E75FC"/>
    <w:lvl w:ilvl="0" w:tplc="A8787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42F8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CE90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369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DA32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485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A22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940A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C91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81BB3"/>
    <w:multiLevelType w:val="hybridMultilevel"/>
    <w:tmpl w:val="542ED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1348"/>
    <w:multiLevelType w:val="hybridMultilevel"/>
    <w:tmpl w:val="AFDA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C6345"/>
    <w:multiLevelType w:val="hybridMultilevel"/>
    <w:tmpl w:val="554CA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6C24"/>
    <w:multiLevelType w:val="hybridMultilevel"/>
    <w:tmpl w:val="D9169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41504"/>
    <w:multiLevelType w:val="hybridMultilevel"/>
    <w:tmpl w:val="FA6EE678"/>
    <w:lvl w:ilvl="0" w:tplc="370A0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A499F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84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86B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6EC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C23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2A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70F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1E8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895983"/>
    <w:multiLevelType w:val="hybridMultilevel"/>
    <w:tmpl w:val="92A2C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52E54"/>
    <w:multiLevelType w:val="hybridMultilevel"/>
    <w:tmpl w:val="6D8861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2354E0A"/>
    <w:multiLevelType w:val="multilevel"/>
    <w:tmpl w:val="0816A2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8177860"/>
    <w:multiLevelType w:val="hybridMultilevel"/>
    <w:tmpl w:val="AA60A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02FAB"/>
    <w:multiLevelType w:val="hybridMultilevel"/>
    <w:tmpl w:val="FD404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F5DC1"/>
    <w:multiLevelType w:val="hybridMultilevel"/>
    <w:tmpl w:val="E8A24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7301F"/>
    <w:multiLevelType w:val="hybridMultilevel"/>
    <w:tmpl w:val="A574D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E0158"/>
    <w:multiLevelType w:val="hybridMultilevel"/>
    <w:tmpl w:val="67AA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B03D8"/>
    <w:multiLevelType w:val="hybridMultilevel"/>
    <w:tmpl w:val="63985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44589"/>
    <w:multiLevelType w:val="hybridMultilevel"/>
    <w:tmpl w:val="F0E41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73881"/>
    <w:multiLevelType w:val="hybridMultilevel"/>
    <w:tmpl w:val="F99ED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D556A"/>
    <w:multiLevelType w:val="hybridMultilevel"/>
    <w:tmpl w:val="FC8E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2466"/>
    <w:multiLevelType w:val="hybridMultilevel"/>
    <w:tmpl w:val="33C4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D703A"/>
    <w:multiLevelType w:val="hybridMultilevel"/>
    <w:tmpl w:val="C52A5F34"/>
    <w:lvl w:ilvl="0" w:tplc="6B8C7C5E">
      <w:start w:val="2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07A42"/>
    <w:multiLevelType w:val="hybridMultilevel"/>
    <w:tmpl w:val="FA88D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F5A6E"/>
    <w:multiLevelType w:val="hybridMultilevel"/>
    <w:tmpl w:val="AF3899BC"/>
    <w:lvl w:ilvl="0" w:tplc="5E46129E">
      <w:start w:val="3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E8178D"/>
    <w:multiLevelType w:val="hybridMultilevel"/>
    <w:tmpl w:val="87F073B0"/>
    <w:lvl w:ilvl="0" w:tplc="CB5E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1879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881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2E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500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CD9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B887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2C3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2C9B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FF5291"/>
    <w:multiLevelType w:val="hybridMultilevel"/>
    <w:tmpl w:val="BAE6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C6FDA"/>
    <w:multiLevelType w:val="hybridMultilevel"/>
    <w:tmpl w:val="A1F4A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36EB6"/>
    <w:multiLevelType w:val="hybridMultilevel"/>
    <w:tmpl w:val="06AC6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94DC1"/>
    <w:multiLevelType w:val="hybridMultilevel"/>
    <w:tmpl w:val="5D587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414B5"/>
    <w:multiLevelType w:val="multilevel"/>
    <w:tmpl w:val="3E3E5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6E922FD2"/>
    <w:multiLevelType w:val="hybridMultilevel"/>
    <w:tmpl w:val="70805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34A2534"/>
    <w:multiLevelType w:val="hybridMultilevel"/>
    <w:tmpl w:val="DF36A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374E0"/>
    <w:multiLevelType w:val="hybridMultilevel"/>
    <w:tmpl w:val="1FC2D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74CA5"/>
    <w:multiLevelType w:val="hybridMultilevel"/>
    <w:tmpl w:val="397EE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368C0"/>
    <w:multiLevelType w:val="hybridMultilevel"/>
    <w:tmpl w:val="C8CC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4E90"/>
    <w:multiLevelType w:val="hybridMultilevel"/>
    <w:tmpl w:val="49E8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02A4A"/>
    <w:multiLevelType w:val="hybridMultilevel"/>
    <w:tmpl w:val="E3C8EB12"/>
    <w:lvl w:ilvl="0" w:tplc="2CBEEE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40"/>
  </w:num>
  <w:num w:numId="5">
    <w:abstractNumId w:val="8"/>
  </w:num>
  <w:num w:numId="6">
    <w:abstractNumId w:val="15"/>
  </w:num>
  <w:num w:numId="7">
    <w:abstractNumId w:val="36"/>
  </w:num>
  <w:num w:numId="8">
    <w:abstractNumId w:val="22"/>
  </w:num>
  <w:num w:numId="9">
    <w:abstractNumId w:val="32"/>
  </w:num>
  <w:num w:numId="10">
    <w:abstractNumId w:val="18"/>
  </w:num>
  <w:num w:numId="11">
    <w:abstractNumId w:val="12"/>
  </w:num>
  <w:num w:numId="12">
    <w:abstractNumId w:val="2"/>
  </w:num>
  <w:num w:numId="13">
    <w:abstractNumId w:val="34"/>
  </w:num>
  <w:num w:numId="14">
    <w:abstractNumId w:val="0"/>
  </w:num>
  <w:num w:numId="15">
    <w:abstractNumId w:val="33"/>
  </w:num>
  <w:num w:numId="16">
    <w:abstractNumId w:val="9"/>
  </w:num>
  <w:num w:numId="17">
    <w:abstractNumId w:val="1"/>
  </w:num>
  <w:num w:numId="18">
    <w:abstractNumId w:val="38"/>
  </w:num>
  <w:num w:numId="19">
    <w:abstractNumId w:val="23"/>
  </w:num>
  <w:num w:numId="20">
    <w:abstractNumId w:val="41"/>
  </w:num>
  <w:num w:numId="21">
    <w:abstractNumId w:val="25"/>
  </w:num>
  <w:num w:numId="22">
    <w:abstractNumId w:val="14"/>
  </w:num>
  <w:num w:numId="23">
    <w:abstractNumId w:val="17"/>
  </w:num>
  <w:num w:numId="24">
    <w:abstractNumId w:val="11"/>
  </w:num>
  <w:num w:numId="25">
    <w:abstractNumId w:val="10"/>
  </w:num>
  <w:num w:numId="26">
    <w:abstractNumId w:val="3"/>
  </w:num>
  <w:num w:numId="27">
    <w:abstractNumId w:val="37"/>
  </w:num>
  <w:num w:numId="28">
    <w:abstractNumId w:val="30"/>
  </w:num>
  <w:num w:numId="29">
    <w:abstractNumId w:val="27"/>
  </w:num>
  <w:num w:numId="30">
    <w:abstractNumId w:val="29"/>
  </w:num>
  <w:num w:numId="31">
    <w:abstractNumId w:val="42"/>
  </w:num>
  <w:num w:numId="32">
    <w:abstractNumId w:val="5"/>
  </w:num>
  <w:num w:numId="33">
    <w:abstractNumId w:val="19"/>
  </w:num>
  <w:num w:numId="34">
    <w:abstractNumId w:val="20"/>
  </w:num>
  <w:num w:numId="35">
    <w:abstractNumId w:val="24"/>
  </w:num>
  <w:num w:numId="36">
    <w:abstractNumId w:val="21"/>
  </w:num>
  <w:num w:numId="37">
    <w:abstractNumId w:val="28"/>
  </w:num>
  <w:num w:numId="38">
    <w:abstractNumId w:val="26"/>
  </w:num>
  <w:num w:numId="39">
    <w:abstractNumId w:val="39"/>
  </w:num>
  <w:num w:numId="40">
    <w:abstractNumId w:val="6"/>
  </w:num>
  <w:num w:numId="41">
    <w:abstractNumId w:val="16"/>
  </w:num>
  <w:num w:numId="42">
    <w:abstractNumId w:val="35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6F"/>
    <w:rsid w:val="0000590D"/>
    <w:rsid w:val="00011385"/>
    <w:rsid w:val="000305C9"/>
    <w:rsid w:val="000333B7"/>
    <w:rsid w:val="00037F68"/>
    <w:rsid w:val="000418A9"/>
    <w:rsid w:val="00043F14"/>
    <w:rsid w:val="00053E26"/>
    <w:rsid w:val="0005406A"/>
    <w:rsid w:val="00066464"/>
    <w:rsid w:val="00073AAD"/>
    <w:rsid w:val="00081416"/>
    <w:rsid w:val="00083DAC"/>
    <w:rsid w:val="000873E8"/>
    <w:rsid w:val="000930AF"/>
    <w:rsid w:val="000A25C6"/>
    <w:rsid w:val="000A33DC"/>
    <w:rsid w:val="000B2A8A"/>
    <w:rsid w:val="000B2C38"/>
    <w:rsid w:val="000D2BE5"/>
    <w:rsid w:val="000E3456"/>
    <w:rsid w:val="001116C5"/>
    <w:rsid w:val="001158CD"/>
    <w:rsid w:val="00115DE5"/>
    <w:rsid w:val="001160AD"/>
    <w:rsid w:val="00117F94"/>
    <w:rsid w:val="00122ABA"/>
    <w:rsid w:val="00150A91"/>
    <w:rsid w:val="001639E0"/>
    <w:rsid w:val="00164C5C"/>
    <w:rsid w:val="0017205F"/>
    <w:rsid w:val="001763C9"/>
    <w:rsid w:val="00176EC7"/>
    <w:rsid w:val="00194C2D"/>
    <w:rsid w:val="001967ED"/>
    <w:rsid w:val="00196818"/>
    <w:rsid w:val="001A61E1"/>
    <w:rsid w:val="001B7C2A"/>
    <w:rsid w:val="001F1698"/>
    <w:rsid w:val="001F1865"/>
    <w:rsid w:val="002054BF"/>
    <w:rsid w:val="0020727D"/>
    <w:rsid w:val="002131F9"/>
    <w:rsid w:val="00213CE4"/>
    <w:rsid w:val="00214F4F"/>
    <w:rsid w:val="00225652"/>
    <w:rsid w:val="00240CB9"/>
    <w:rsid w:val="00244153"/>
    <w:rsid w:val="0025511C"/>
    <w:rsid w:val="00257664"/>
    <w:rsid w:val="002579D4"/>
    <w:rsid w:val="00264443"/>
    <w:rsid w:val="00265496"/>
    <w:rsid w:val="00266472"/>
    <w:rsid w:val="00270226"/>
    <w:rsid w:val="00277CAF"/>
    <w:rsid w:val="00280880"/>
    <w:rsid w:val="00286BE9"/>
    <w:rsid w:val="00296332"/>
    <w:rsid w:val="002B7826"/>
    <w:rsid w:val="002C2ACB"/>
    <w:rsid w:val="002C5FF3"/>
    <w:rsid w:val="002C7C2D"/>
    <w:rsid w:val="002D40C2"/>
    <w:rsid w:val="002D423E"/>
    <w:rsid w:val="002D673C"/>
    <w:rsid w:val="002E727A"/>
    <w:rsid w:val="002E7F3C"/>
    <w:rsid w:val="002F39E8"/>
    <w:rsid w:val="002F7BBB"/>
    <w:rsid w:val="00302B4B"/>
    <w:rsid w:val="003041A3"/>
    <w:rsid w:val="0030734B"/>
    <w:rsid w:val="00311570"/>
    <w:rsid w:val="00317E5D"/>
    <w:rsid w:val="00332462"/>
    <w:rsid w:val="0034540D"/>
    <w:rsid w:val="0036230D"/>
    <w:rsid w:val="00367D19"/>
    <w:rsid w:val="00370703"/>
    <w:rsid w:val="00386DCB"/>
    <w:rsid w:val="00396FEE"/>
    <w:rsid w:val="003A5B4A"/>
    <w:rsid w:val="003C4055"/>
    <w:rsid w:val="003C442D"/>
    <w:rsid w:val="003C7322"/>
    <w:rsid w:val="003D176B"/>
    <w:rsid w:val="003D25F3"/>
    <w:rsid w:val="003E194E"/>
    <w:rsid w:val="00403B5C"/>
    <w:rsid w:val="0040562C"/>
    <w:rsid w:val="00421E71"/>
    <w:rsid w:val="00437729"/>
    <w:rsid w:val="00444E8E"/>
    <w:rsid w:val="00464627"/>
    <w:rsid w:val="0047155D"/>
    <w:rsid w:val="004720B9"/>
    <w:rsid w:val="0048171D"/>
    <w:rsid w:val="00482EFE"/>
    <w:rsid w:val="00485BDB"/>
    <w:rsid w:val="00491602"/>
    <w:rsid w:val="004A7464"/>
    <w:rsid w:val="004B17DC"/>
    <w:rsid w:val="004E1468"/>
    <w:rsid w:val="004E3F87"/>
    <w:rsid w:val="004E4B22"/>
    <w:rsid w:val="004F4929"/>
    <w:rsid w:val="004F7FE8"/>
    <w:rsid w:val="005017DC"/>
    <w:rsid w:val="00501C66"/>
    <w:rsid w:val="00511072"/>
    <w:rsid w:val="0051202E"/>
    <w:rsid w:val="00512E04"/>
    <w:rsid w:val="0051486B"/>
    <w:rsid w:val="005169A4"/>
    <w:rsid w:val="00517651"/>
    <w:rsid w:val="0052221F"/>
    <w:rsid w:val="005311F4"/>
    <w:rsid w:val="00541018"/>
    <w:rsid w:val="0054761D"/>
    <w:rsid w:val="00556138"/>
    <w:rsid w:val="00557E8C"/>
    <w:rsid w:val="005622D9"/>
    <w:rsid w:val="00575BC0"/>
    <w:rsid w:val="00584B42"/>
    <w:rsid w:val="00595BC7"/>
    <w:rsid w:val="005A30B7"/>
    <w:rsid w:val="005A341E"/>
    <w:rsid w:val="005D61A0"/>
    <w:rsid w:val="005F0C3E"/>
    <w:rsid w:val="005F3B7B"/>
    <w:rsid w:val="005F3F8C"/>
    <w:rsid w:val="00607415"/>
    <w:rsid w:val="00610BB9"/>
    <w:rsid w:val="00634DD5"/>
    <w:rsid w:val="006469A3"/>
    <w:rsid w:val="00652D58"/>
    <w:rsid w:val="0065328D"/>
    <w:rsid w:val="00663CFC"/>
    <w:rsid w:val="0066456E"/>
    <w:rsid w:val="006665BC"/>
    <w:rsid w:val="00667F5F"/>
    <w:rsid w:val="00697B34"/>
    <w:rsid w:val="006B3D8C"/>
    <w:rsid w:val="006C0DD2"/>
    <w:rsid w:val="006D7DEA"/>
    <w:rsid w:val="006F3EAD"/>
    <w:rsid w:val="00703438"/>
    <w:rsid w:val="00725C2C"/>
    <w:rsid w:val="007274C3"/>
    <w:rsid w:val="0074148B"/>
    <w:rsid w:val="00750467"/>
    <w:rsid w:val="00793C59"/>
    <w:rsid w:val="00797578"/>
    <w:rsid w:val="007A59DF"/>
    <w:rsid w:val="007B49D1"/>
    <w:rsid w:val="00811C54"/>
    <w:rsid w:val="00815616"/>
    <w:rsid w:val="00824831"/>
    <w:rsid w:val="008341A7"/>
    <w:rsid w:val="008366FF"/>
    <w:rsid w:val="008419ED"/>
    <w:rsid w:val="008454DC"/>
    <w:rsid w:val="00871D8E"/>
    <w:rsid w:val="00875333"/>
    <w:rsid w:val="008759E0"/>
    <w:rsid w:val="008773A8"/>
    <w:rsid w:val="00877630"/>
    <w:rsid w:val="00877944"/>
    <w:rsid w:val="00884D5F"/>
    <w:rsid w:val="00890986"/>
    <w:rsid w:val="00891172"/>
    <w:rsid w:val="00893978"/>
    <w:rsid w:val="008A1044"/>
    <w:rsid w:val="008A4DC8"/>
    <w:rsid w:val="008B3829"/>
    <w:rsid w:val="008B6104"/>
    <w:rsid w:val="008B696A"/>
    <w:rsid w:val="008C1A59"/>
    <w:rsid w:val="008C4CA6"/>
    <w:rsid w:val="008D0EF9"/>
    <w:rsid w:val="008F0C3F"/>
    <w:rsid w:val="008F4549"/>
    <w:rsid w:val="009013AF"/>
    <w:rsid w:val="00915390"/>
    <w:rsid w:val="00923DA8"/>
    <w:rsid w:val="00942BD7"/>
    <w:rsid w:val="009461EB"/>
    <w:rsid w:val="00960250"/>
    <w:rsid w:val="00960663"/>
    <w:rsid w:val="0096240D"/>
    <w:rsid w:val="00967C6F"/>
    <w:rsid w:val="00984384"/>
    <w:rsid w:val="00993629"/>
    <w:rsid w:val="009965C4"/>
    <w:rsid w:val="009A5966"/>
    <w:rsid w:val="009B4EC9"/>
    <w:rsid w:val="009C3F8B"/>
    <w:rsid w:val="009E38F0"/>
    <w:rsid w:val="00A23C97"/>
    <w:rsid w:val="00A30986"/>
    <w:rsid w:val="00A35CF4"/>
    <w:rsid w:val="00A451C4"/>
    <w:rsid w:val="00A454AF"/>
    <w:rsid w:val="00A47D7B"/>
    <w:rsid w:val="00A54B37"/>
    <w:rsid w:val="00A559DD"/>
    <w:rsid w:val="00A62E38"/>
    <w:rsid w:val="00A73F92"/>
    <w:rsid w:val="00A769A8"/>
    <w:rsid w:val="00A91AF9"/>
    <w:rsid w:val="00A95D27"/>
    <w:rsid w:val="00A96FC1"/>
    <w:rsid w:val="00AA504B"/>
    <w:rsid w:val="00AB546E"/>
    <w:rsid w:val="00AC4E6A"/>
    <w:rsid w:val="00AF046F"/>
    <w:rsid w:val="00B4466A"/>
    <w:rsid w:val="00B47DA4"/>
    <w:rsid w:val="00B5375E"/>
    <w:rsid w:val="00B5601D"/>
    <w:rsid w:val="00B61FBE"/>
    <w:rsid w:val="00B861C5"/>
    <w:rsid w:val="00B86BC9"/>
    <w:rsid w:val="00BA074F"/>
    <w:rsid w:val="00BA1CEC"/>
    <w:rsid w:val="00BA6226"/>
    <w:rsid w:val="00BB350B"/>
    <w:rsid w:val="00BC2166"/>
    <w:rsid w:val="00BD0857"/>
    <w:rsid w:val="00BD7410"/>
    <w:rsid w:val="00BF289A"/>
    <w:rsid w:val="00BF3624"/>
    <w:rsid w:val="00C025D6"/>
    <w:rsid w:val="00C032AE"/>
    <w:rsid w:val="00C0683D"/>
    <w:rsid w:val="00C36358"/>
    <w:rsid w:val="00C41A86"/>
    <w:rsid w:val="00C556DA"/>
    <w:rsid w:val="00C57FE1"/>
    <w:rsid w:val="00C639D8"/>
    <w:rsid w:val="00C64413"/>
    <w:rsid w:val="00C82750"/>
    <w:rsid w:val="00C84273"/>
    <w:rsid w:val="00C84C67"/>
    <w:rsid w:val="00C95BCC"/>
    <w:rsid w:val="00CB446B"/>
    <w:rsid w:val="00CB6B58"/>
    <w:rsid w:val="00D01B82"/>
    <w:rsid w:val="00D05FBD"/>
    <w:rsid w:val="00D112C3"/>
    <w:rsid w:val="00D14DE1"/>
    <w:rsid w:val="00D4181B"/>
    <w:rsid w:val="00D4775D"/>
    <w:rsid w:val="00D711E8"/>
    <w:rsid w:val="00D736A3"/>
    <w:rsid w:val="00D81FC7"/>
    <w:rsid w:val="00DA646F"/>
    <w:rsid w:val="00DD0F3E"/>
    <w:rsid w:val="00DD5BB9"/>
    <w:rsid w:val="00DE0910"/>
    <w:rsid w:val="00DF1AAE"/>
    <w:rsid w:val="00DF28EE"/>
    <w:rsid w:val="00DF4780"/>
    <w:rsid w:val="00DF718F"/>
    <w:rsid w:val="00E16745"/>
    <w:rsid w:val="00E2515E"/>
    <w:rsid w:val="00E2703D"/>
    <w:rsid w:val="00E277A8"/>
    <w:rsid w:val="00E3128C"/>
    <w:rsid w:val="00E411B1"/>
    <w:rsid w:val="00E426F8"/>
    <w:rsid w:val="00E42E90"/>
    <w:rsid w:val="00E50708"/>
    <w:rsid w:val="00E53688"/>
    <w:rsid w:val="00E53DC7"/>
    <w:rsid w:val="00E54D55"/>
    <w:rsid w:val="00E65447"/>
    <w:rsid w:val="00E70105"/>
    <w:rsid w:val="00E76CE6"/>
    <w:rsid w:val="00E81222"/>
    <w:rsid w:val="00E84FB1"/>
    <w:rsid w:val="00E859CC"/>
    <w:rsid w:val="00EA064F"/>
    <w:rsid w:val="00EB04BA"/>
    <w:rsid w:val="00EC7A8C"/>
    <w:rsid w:val="00ED1540"/>
    <w:rsid w:val="00ED38FF"/>
    <w:rsid w:val="00EE4C26"/>
    <w:rsid w:val="00EF7A8B"/>
    <w:rsid w:val="00F05407"/>
    <w:rsid w:val="00F27509"/>
    <w:rsid w:val="00F416BF"/>
    <w:rsid w:val="00F41C64"/>
    <w:rsid w:val="00F42083"/>
    <w:rsid w:val="00F56BB1"/>
    <w:rsid w:val="00F6359B"/>
    <w:rsid w:val="00F74925"/>
    <w:rsid w:val="00F94860"/>
    <w:rsid w:val="00F96DFE"/>
    <w:rsid w:val="00FA17CE"/>
    <w:rsid w:val="00FA4752"/>
    <w:rsid w:val="00FA5853"/>
    <w:rsid w:val="00FC4B12"/>
    <w:rsid w:val="00FC79D6"/>
    <w:rsid w:val="00FD58FE"/>
    <w:rsid w:val="00FE7D87"/>
    <w:rsid w:val="00FF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96B652"/>
  <w14:defaultImageDpi w14:val="300"/>
  <w15:docId w15:val="{6B213518-275A-AF47-84F0-092AA643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40D"/>
    <w:rPr>
      <w:rFonts w:ascii="Avenir Book" w:hAnsi="Avenir Book"/>
      <w:color w:val="000000" w:themeColor="text1"/>
      <w:sz w:val="22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697B34"/>
    <w:pPr>
      <w:keepNext/>
      <w:jc w:val="center"/>
      <w:outlineLvl w:val="0"/>
    </w:pPr>
    <w:rPr>
      <w:b/>
      <w:color w:val="28A9B4"/>
      <w:sz w:val="36"/>
      <w:szCs w:val="36"/>
      <w:lang w:eastAsia="ja-JP"/>
    </w:rPr>
  </w:style>
  <w:style w:type="paragraph" w:styleId="Heading2">
    <w:name w:val="heading 2"/>
    <w:aliases w:val="Head 3_GS"/>
    <w:basedOn w:val="Normal"/>
    <w:next w:val="Normal"/>
    <w:link w:val="Heading2Char"/>
    <w:autoRedefine/>
    <w:unhideWhenUsed/>
    <w:qFormat/>
    <w:rsid w:val="00EB04BA"/>
    <w:pPr>
      <w:keepNext/>
      <w:spacing w:line="360" w:lineRule="auto"/>
      <w:jc w:val="both"/>
      <w:outlineLvl w:val="1"/>
    </w:pPr>
    <w:rPr>
      <w:b/>
      <w:szCs w:val="26"/>
    </w:rPr>
  </w:style>
  <w:style w:type="paragraph" w:styleId="Heading3">
    <w:name w:val="heading 3"/>
    <w:aliases w:val="Head_3 GS"/>
    <w:basedOn w:val="Normal"/>
    <w:next w:val="Normal"/>
    <w:link w:val="Heading3Char"/>
    <w:autoRedefine/>
    <w:uiPriority w:val="9"/>
    <w:unhideWhenUsed/>
    <w:qFormat/>
    <w:rsid w:val="00E2703D"/>
    <w:pPr>
      <w:keepNext/>
      <w:keepLines/>
      <w:spacing w:before="40"/>
      <w:outlineLvl w:val="2"/>
    </w:pPr>
    <w:rPr>
      <w:rFonts w:eastAsiaTheme="majorEastAsia" w:cstheme="majorBidi"/>
      <w:b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4B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4B2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939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64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472"/>
  </w:style>
  <w:style w:type="paragraph" w:styleId="Footer">
    <w:name w:val="footer"/>
    <w:basedOn w:val="Normal"/>
    <w:link w:val="FooterChar"/>
    <w:autoRedefine/>
    <w:uiPriority w:val="99"/>
    <w:unhideWhenUsed/>
    <w:qFormat/>
    <w:rsid w:val="00482EFE"/>
    <w:pPr>
      <w:tabs>
        <w:tab w:val="center" w:pos="4320"/>
        <w:tab w:val="right" w:pos="8640"/>
      </w:tabs>
    </w:pPr>
    <w:rPr>
      <w:color w:val="auto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82EFE"/>
    <w:rPr>
      <w:rFonts w:ascii="Avenir Book" w:hAnsi="Avenir Book"/>
      <w:szCs w:val="24"/>
    </w:rPr>
  </w:style>
  <w:style w:type="character" w:styleId="Hyperlink">
    <w:name w:val="Hyperlink"/>
    <w:uiPriority w:val="99"/>
    <w:unhideWhenUsed/>
    <w:rsid w:val="00266472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2644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4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4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44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64443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697B34"/>
    <w:rPr>
      <w:rFonts w:ascii="Avenir Book" w:hAnsi="Avenir Book"/>
      <w:b/>
      <w:color w:val="28A9B4"/>
      <w:sz w:val="36"/>
      <w:szCs w:val="36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D4775D"/>
  </w:style>
  <w:style w:type="character" w:styleId="FollowedHyperlink">
    <w:name w:val="FollowedHyperlink"/>
    <w:uiPriority w:val="99"/>
    <w:semiHidden/>
    <w:unhideWhenUsed/>
    <w:rsid w:val="009E38F0"/>
    <w:rPr>
      <w:color w:val="800080"/>
      <w:u w:val="single"/>
    </w:rPr>
  </w:style>
  <w:style w:type="paragraph" w:styleId="Revision">
    <w:name w:val="Revision"/>
    <w:hidden/>
    <w:uiPriority w:val="99"/>
    <w:semiHidden/>
    <w:rsid w:val="002579D4"/>
    <w:rPr>
      <w:sz w:val="24"/>
      <w:szCs w:val="24"/>
    </w:rPr>
  </w:style>
  <w:style w:type="table" w:styleId="TableGrid">
    <w:name w:val="Table Grid"/>
    <w:basedOn w:val="TableNormal"/>
    <w:uiPriority w:val="59"/>
    <w:rsid w:val="00901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1639E0"/>
    <w:rPr>
      <w:rFonts w:ascii="PMingLiU" w:hAnsi="PMingLiU"/>
      <w:sz w:val="22"/>
      <w:szCs w:val="22"/>
    </w:rPr>
  </w:style>
  <w:style w:type="character" w:customStyle="1" w:styleId="NoSpacingChar">
    <w:name w:val="No Spacing Char"/>
    <w:link w:val="NoSpacing"/>
    <w:rsid w:val="001639E0"/>
    <w:rPr>
      <w:rFonts w:ascii="PMingLiU" w:hAnsi="PMingLiU"/>
      <w:sz w:val="22"/>
      <w:szCs w:val="22"/>
    </w:rPr>
  </w:style>
  <w:style w:type="character" w:customStyle="1" w:styleId="Heading2Char">
    <w:name w:val="Heading 2 Char"/>
    <w:aliases w:val="Head 3_GS Char"/>
    <w:basedOn w:val="DefaultParagraphFont"/>
    <w:link w:val="Heading2"/>
    <w:rsid w:val="00EB04BA"/>
    <w:rPr>
      <w:rFonts w:ascii="Avenir Book" w:hAnsi="Avenir Book"/>
      <w:b/>
      <w:color w:val="595959"/>
      <w:sz w:val="24"/>
      <w:szCs w:val="26"/>
    </w:rPr>
  </w:style>
  <w:style w:type="paragraph" w:styleId="FootnoteText">
    <w:name w:val="footnote text"/>
    <w:aliases w:val="GS Footnote Text"/>
    <w:basedOn w:val="Normal"/>
    <w:link w:val="FootnoteTextChar"/>
    <w:autoRedefine/>
    <w:uiPriority w:val="99"/>
    <w:unhideWhenUsed/>
    <w:qFormat/>
    <w:rsid w:val="00482EFE"/>
  </w:style>
  <w:style w:type="character" w:customStyle="1" w:styleId="FootnoteTextChar">
    <w:name w:val="Footnote Text Char"/>
    <w:aliases w:val="GS Footnote Text Char"/>
    <w:basedOn w:val="DefaultParagraphFont"/>
    <w:link w:val="FootnoteText"/>
    <w:uiPriority w:val="99"/>
    <w:rsid w:val="00482EFE"/>
    <w:rPr>
      <w:rFonts w:ascii="Avenir Book" w:hAnsi="Avenir Book"/>
      <w:color w:val="595959"/>
      <w:sz w:val="22"/>
      <w:szCs w:val="24"/>
      <w:lang w:val="en-GB"/>
    </w:rPr>
  </w:style>
  <w:style w:type="paragraph" w:customStyle="1" w:styleId="Head1GS">
    <w:name w:val="Head 1_GS"/>
    <w:basedOn w:val="Heading1"/>
    <w:autoRedefine/>
    <w:qFormat/>
    <w:rsid w:val="00053E26"/>
    <w:pPr>
      <w:keepNext w:val="0"/>
      <w:keepLines/>
      <w:spacing w:before="240"/>
    </w:pPr>
    <w:rPr>
      <w:rFonts w:ascii="Avenir Heavy" w:eastAsiaTheme="majorEastAsia" w:hAnsi="Avenir Heavy"/>
      <w:b w:val="0"/>
      <w:bCs/>
      <w:color w:val="16AEB0"/>
      <w:sz w:val="28"/>
      <w:lang w:val="en-US" w:eastAsia="en-US"/>
    </w:rPr>
  </w:style>
  <w:style w:type="paragraph" w:customStyle="1" w:styleId="BodyTextGS">
    <w:name w:val="Body Text_GS"/>
    <w:basedOn w:val="Normal"/>
    <w:autoRedefine/>
    <w:qFormat/>
    <w:rsid w:val="00BF3624"/>
    <w:rPr>
      <w:rFonts w:eastAsia="Avenir Book" w:cs="Avenir Book"/>
      <w:bCs/>
      <w:szCs w:val="22"/>
    </w:rPr>
  </w:style>
  <w:style w:type="paragraph" w:customStyle="1" w:styleId="Head2GS">
    <w:name w:val="Head 2_GS"/>
    <w:basedOn w:val="Heading2"/>
    <w:autoRedefine/>
    <w:qFormat/>
    <w:rsid w:val="00F416BF"/>
    <w:pPr>
      <w:spacing w:before="240" w:after="240" w:line="240" w:lineRule="auto"/>
    </w:pPr>
    <w:rPr>
      <w:rFonts w:ascii="Avenir Heavy" w:eastAsiaTheme="majorEastAsia" w:hAnsi="Avenir Heavy"/>
      <w:b w:val="0"/>
      <w:caps/>
      <w:color w:val="16AEB0"/>
      <w:szCs w:val="24"/>
    </w:rPr>
  </w:style>
  <w:style w:type="character" w:customStyle="1" w:styleId="Heading3Char">
    <w:name w:val="Heading 3 Char"/>
    <w:aliases w:val="Head_3 GS Char"/>
    <w:basedOn w:val="DefaultParagraphFont"/>
    <w:link w:val="Heading3"/>
    <w:uiPriority w:val="9"/>
    <w:rsid w:val="00E2703D"/>
    <w:rPr>
      <w:rFonts w:ascii="Avenir Book" w:eastAsiaTheme="majorEastAsia" w:hAnsi="Avenir Book" w:cstheme="majorBidi"/>
      <w:b/>
      <w:color w:val="595959" w:themeColor="text1" w:themeTint="A6"/>
      <w:sz w:val="24"/>
      <w:szCs w:val="24"/>
      <w:lang w:val="en-GB"/>
    </w:rPr>
  </w:style>
  <w:style w:type="paragraph" w:customStyle="1" w:styleId="Text">
    <w:name w:val="Text"/>
    <w:basedOn w:val="Normal"/>
    <w:autoRedefine/>
    <w:qFormat/>
    <w:rsid w:val="00993629"/>
    <w:rPr>
      <w:rFonts w:eastAsia="Avenir Book" w:cs="Avenir Book"/>
      <w:bCs/>
    </w:rPr>
  </w:style>
  <w:style w:type="character" w:customStyle="1" w:styleId="m216365612651774264s1">
    <w:name w:val="m_216365612651774264s1"/>
    <w:basedOn w:val="DefaultParagraphFont"/>
    <w:rsid w:val="003D25F3"/>
    <w:rPr>
      <w:rFonts w:ascii="Avenir Book" w:hAnsi="Avenir Book"/>
      <w:b/>
      <w:bCs w:val="0"/>
      <w:i w:val="0"/>
      <w:iCs w:val="0"/>
      <w:sz w:val="22"/>
    </w:rPr>
  </w:style>
  <w:style w:type="paragraph" w:styleId="Title">
    <w:name w:val="Title"/>
    <w:aliases w:val="GS_Title"/>
    <w:basedOn w:val="Normal"/>
    <w:next w:val="Normal"/>
    <w:link w:val="TitleChar"/>
    <w:autoRedefine/>
    <w:uiPriority w:val="10"/>
    <w:qFormat/>
    <w:rsid w:val="00890986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leChar">
    <w:name w:val="Title Char"/>
    <w:aliases w:val="GS_Title Char"/>
    <w:basedOn w:val="DefaultParagraphFont"/>
    <w:link w:val="Title"/>
    <w:uiPriority w:val="10"/>
    <w:rsid w:val="00890986"/>
    <w:rPr>
      <w:rFonts w:ascii="Arial" w:eastAsiaTheme="majorEastAsia" w:hAnsi="Arial" w:cstheme="majorBidi"/>
      <w:color w:val="16AEB0"/>
      <w:spacing w:val="-10"/>
      <w:kern w:val="28"/>
      <w:sz w:val="48"/>
      <w:szCs w:val="56"/>
      <w:lang w:val="en-GB"/>
    </w:rPr>
  </w:style>
  <w:style w:type="character" w:styleId="UnresolvedMention">
    <w:name w:val="Unresolved Mention"/>
    <w:basedOn w:val="DefaultParagraphFont"/>
    <w:uiPriority w:val="99"/>
    <w:rsid w:val="00240CB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C4B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24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297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55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37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6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7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72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50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21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05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ldstandard.org/project-developers/standard-document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vikash.talyan@goldstandard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VKT/Library/Group%20Containers/UBF8T346G9.Office/User%20Content.localized/Templates.localized/GS_Word_document_template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2" ma:contentTypeDescription="Create a new document." ma:contentTypeScope="" ma:versionID="6d293739ca9ef27aaf7003bba4f76926">
  <xsd:schema xmlns:xsd="http://www.w3.org/2001/XMLSchema" xmlns:xs="http://www.w3.org/2001/XMLSchema" xmlns:p="http://schemas.microsoft.com/office/2006/metadata/properties" xmlns:ns2="40ff25b3-493e-4851-82b7-4e504def2eba" targetNamespace="http://schemas.microsoft.com/office/2006/metadata/properties" ma:root="true" ma:fieldsID="e0ea87ee5e42862a8c383254b74e30f5" ns2:_="">
    <xsd:import namespace="40ff25b3-493e-4851-82b7-4e504def2e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91CE3-D002-4643-9D10-ECC385892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FA10F-C4C4-4CCB-8BD2-942617FC7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ACB358-62D4-4420-A7D8-6A2F5A02A7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GS_Word_document_template_2016.dotx</Template>
  <TotalTime>16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Gold Standard Foundation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</dc:creator>
  <cp:keywords/>
  <dc:description/>
  <cp:lastModifiedBy>Claire Willers</cp:lastModifiedBy>
  <cp:revision>24</cp:revision>
  <cp:lastPrinted>2015-10-07T10:35:00Z</cp:lastPrinted>
  <dcterms:created xsi:type="dcterms:W3CDTF">2019-06-17T11:16:00Z</dcterms:created>
  <dcterms:modified xsi:type="dcterms:W3CDTF">2019-06-17T14:44:00Z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